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75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C6549C" w:rsidRPr="00976300" w14:paraId="6C82A27D" w14:textId="77777777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D4E85" w14:textId="77777777" w:rsidR="00C6549C" w:rsidRDefault="00C6549C" w:rsidP="00C6549C">
            <w:pPr>
              <w:pStyle w:val="Heading1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61EA1709" w14:textId="11129D7E" w:rsidR="00C6549C" w:rsidRPr="000D37DC" w:rsidRDefault="00E81212" w:rsidP="00C6549C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 xml:space="preserve">Evaluating your own </w:t>
            </w:r>
            <w:r w:rsidR="00D73444">
              <w:rPr>
                <w:color w:val="FFFFFF"/>
              </w:rPr>
              <w:t>Book Talk</w:t>
            </w:r>
          </w:p>
        </w:tc>
      </w:tr>
      <w:tr w:rsidR="00C6549C" w:rsidRPr="00976300" w14:paraId="58DDCBE2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076AA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54F45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Thomason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ED90A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93FB5" w14:textId="77777777" w:rsidR="00C6549C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6549C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 and 6</w:t>
            </w:r>
            <w:r w:rsidRPr="00C6549C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</w:p>
        </w:tc>
      </w:tr>
      <w:tr w:rsidR="00C6549C" w:rsidRPr="00976300" w14:paraId="06FC8597" w14:textId="77777777">
        <w:trPr>
          <w:trHeight w:val="296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381BB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4BA99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76D59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AF381" w14:textId="77777777" w:rsidR="00C6549C" w:rsidRDefault="00EE3060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November 29</w:t>
            </w:r>
            <w:r w:rsidRPr="00EE3060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and 30th</w:t>
            </w:r>
          </w:p>
        </w:tc>
      </w:tr>
      <w:tr w:rsidR="00C6549C" w:rsidRPr="00976300" w14:paraId="557E2CE1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DB0A6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8C05" w14:textId="1230A301" w:rsidR="00C6549C" w:rsidRPr="00976300" w:rsidRDefault="00E81212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Book Talks</w:t>
            </w:r>
          </w:p>
        </w:tc>
        <w:tc>
          <w:tcPr>
            <w:tcW w:w="62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931A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>: 7th</w:t>
            </w:r>
          </w:p>
        </w:tc>
      </w:tr>
      <w:tr w:rsidR="00C6549C" w:rsidRPr="00976300" w14:paraId="645B94B6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C84CF" w14:textId="77777777" w:rsidR="00C6549C" w:rsidRPr="00F767FE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FE791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394DF" w14:textId="77777777" w:rsidR="00C6549C" w:rsidRPr="00976300" w:rsidRDefault="00C6549C" w:rsidP="00C65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2F7C5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025B" w14:textId="77777777" w:rsidR="00C6549C" w:rsidRPr="00976300" w:rsidRDefault="00C6549C" w:rsidP="00C65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F22F7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D49A0" w14:textId="77777777" w:rsidR="00C6549C" w:rsidRPr="00976300" w:rsidRDefault="00C6549C" w:rsidP="00C65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E6E8C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3A83B" w14:textId="77777777" w:rsidR="00C6549C" w:rsidRPr="00976300" w:rsidRDefault="00C6549C" w:rsidP="00C65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C231" w14:textId="77777777" w:rsidR="00C6549C" w:rsidRPr="00976300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64EBD3" w14:textId="77777777" w:rsidR="00C6549C" w:rsidRDefault="003E0D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76FF02E7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C6549C" w14:paraId="2B78FCAD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42B7D219" w14:textId="77777777" w:rsidR="00C6549C" w:rsidRPr="006A3A59" w:rsidRDefault="00C6549C" w:rsidP="00C654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D7C2" w14:textId="381B552D" w:rsidR="00C6549C" w:rsidRPr="00126709" w:rsidRDefault="00955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will evaluate their book talk presentation </w:t>
            </w:r>
            <w:r w:rsidR="00561A80">
              <w:rPr>
                <w:rFonts w:ascii="Arial" w:hAnsi="Arial" w:cs="Arial"/>
                <w:sz w:val="20"/>
                <w:szCs w:val="20"/>
              </w:rPr>
              <w:t xml:space="preserve">using Voice Thread </w:t>
            </w:r>
            <w:r>
              <w:rPr>
                <w:rFonts w:ascii="Arial" w:hAnsi="Arial" w:cs="Arial"/>
                <w:sz w:val="20"/>
                <w:szCs w:val="20"/>
              </w:rPr>
              <w:t>and plan improvements.</w:t>
            </w:r>
          </w:p>
        </w:tc>
      </w:tr>
      <w:tr w:rsidR="00C6549C" w14:paraId="3CB02B64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5B825276" w14:textId="77777777" w:rsidR="00C6549C" w:rsidRPr="006A3A59" w:rsidRDefault="00C6549C" w:rsidP="00C654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5C00" w14:textId="065D54A6" w:rsidR="00C6549C" w:rsidRPr="00126709" w:rsidRDefault="00515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Rubric</w:t>
            </w:r>
          </w:p>
        </w:tc>
      </w:tr>
      <w:tr w:rsidR="00C6549C" w14:paraId="5428F939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4D7D686E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1A47" w14:textId="6F26A1D5" w:rsidR="00C6549C" w:rsidRPr="00126709" w:rsidRDefault="00434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Discuss pitfalls of Tri 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booktalks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plan Tri 2 book talks with changes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  Practice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book</w:t>
            </w:r>
            <w:r w:rsidR="00561A8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talk on voice thread, evaluate book talk, share book talk</w:t>
            </w:r>
          </w:p>
        </w:tc>
      </w:tr>
    </w:tbl>
    <w:p w14:paraId="42EDDAF8" w14:textId="77777777" w:rsidR="00C6549C" w:rsidRDefault="003E0D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301F5F77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C6549C" w:rsidRPr="009C5B29" w14:paraId="0C7A3A02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F63F13" w14:textId="592E3FCF" w:rsidR="00C6549C" w:rsidRPr="009C5B29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 Area Standards, Essential </w:t>
            </w:r>
            <w:proofErr w:type="spellStart"/>
            <w:r w:rsidR="00060263">
              <w:rPr>
                <w:rFonts w:ascii="Arial" w:hAnsi="Arial" w:cs="Arial"/>
                <w:b/>
                <w:sz w:val="20"/>
                <w:szCs w:val="20"/>
              </w:rPr>
              <w:t>Learnings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6DE93B8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5CF31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ISTE NET-S, ITEEA, or L4L Standards Addressed </w:t>
            </w:r>
          </w:p>
        </w:tc>
      </w:tr>
      <w:tr w:rsidR="00C6549C" w14:paraId="15EC0535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481022D6" w14:textId="43467A10" w:rsidR="00C6549C" w:rsidRPr="00060263" w:rsidRDefault="00060263" w:rsidP="00C6549C">
            <w:pPr>
              <w:rPr>
                <w:sz w:val="18"/>
                <w:szCs w:val="18"/>
              </w:rPr>
            </w:pPr>
            <w:r w:rsidRPr="00060263">
              <w:rPr>
                <w:bCs/>
                <w:color w:val="000000"/>
                <w:sz w:val="18"/>
                <w:szCs w:val="18"/>
              </w:rPr>
              <w:t>Standard: 1. Oral Expression and Listening</w:t>
            </w:r>
          </w:p>
          <w:p w14:paraId="2BF2BCE1" w14:textId="6FC4C454" w:rsidR="00060263" w:rsidRPr="00060263" w:rsidRDefault="00060263" w:rsidP="0006026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a. </w:t>
            </w:r>
            <w:r w:rsidRPr="00060263">
              <w:rPr>
                <w:color w:val="000000"/>
                <w:sz w:val="16"/>
                <w:szCs w:val="16"/>
              </w:rPr>
              <w:t>Present claims and findings, emphasizing salient points in a focused, coherent manner with pertinent descriptions, facts, details, and examples; use appropriate eye contact, adequate volume, and clear pronunciation.</w:t>
            </w:r>
          </w:p>
          <w:p w14:paraId="7B92BFAD" w14:textId="343B87F9" w:rsidR="00060263" w:rsidRPr="00060263" w:rsidRDefault="00060263" w:rsidP="0006026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60263">
              <w:rPr>
                <w:color w:val="000000"/>
                <w:sz w:val="16"/>
                <w:szCs w:val="16"/>
              </w:rPr>
              <w:t>d. Prepare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0263">
              <w:rPr>
                <w:color w:val="000000"/>
                <w:sz w:val="16"/>
                <w:szCs w:val="16"/>
              </w:rPr>
              <w:t>for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0263">
              <w:rPr>
                <w:color w:val="000000"/>
                <w:sz w:val="16"/>
                <w:szCs w:val="16"/>
              </w:rPr>
              <w:t>audience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0263">
              <w:rPr>
                <w:color w:val="000000"/>
                <w:sz w:val="16"/>
                <w:szCs w:val="16"/>
              </w:rPr>
              <w:t>and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0263">
              <w:rPr>
                <w:color w:val="000000"/>
                <w:sz w:val="16"/>
                <w:szCs w:val="16"/>
              </w:rPr>
              <w:t>purpose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0263">
              <w:rPr>
                <w:color w:val="000000"/>
                <w:sz w:val="16"/>
                <w:szCs w:val="16"/>
              </w:rPr>
              <w:t>by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0263">
              <w:rPr>
                <w:color w:val="000000"/>
                <w:sz w:val="16"/>
                <w:szCs w:val="16"/>
              </w:rPr>
              <w:t>ensuring proper length of presentation, suitable mode of dress, appropriate topic, and engaging content</w:t>
            </w:r>
          </w:p>
          <w:p w14:paraId="2E1549DB" w14:textId="604E3631" w:rsidR="00C6549C" w:rsidRPr="00060263" w:rsidRDefault="00060263" w:rsidP="00060263">
            <w:pPr>
              <w:rPr>
                <w:sz w:val="16"/>
                <w:szCs w:val="16"/>
              </w:rPr>
            </w:pPr>
            <w:r w:rsidRPr="00060263">
              <w:rPr>
                <w:color w:val="000000"/>
                <w:sz w:val="16"/>
                <w:szCs w:val="16"/>
              </w:rPr>
              <w:t>e. Implement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0263">
              <w:rPr>
                <w:color w:val="000000"/>
                <w:sz w:val="16"/>
                <w:szCs w:val="16"/>
              </w:rPr>
              <w:t>strategies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0263">
              <w:rPr>
                <w:color w:val="000000"/>
                <w:sz w:val="16"/>
                <w:szCs w:val="16"/>
              </w:rPr>
              <w:t>to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60263">
              <w:rPr>
                <w:color w:val="000000"/>
                <w:sz w:val="16"/>
                <w:szCs w:val="16"/>
              </w:rPr>
              <w:t>rehearse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60263">
              <w:rPr>
                <w:color w:val="000000"/>
                <w:sz w:val="16"/>
                <w:szCs w:val="16"/>
              </w:rPr>
              <w:t>presentation(</w:t>
            </w:r>
            <w:proofErr w:type="gramEnd"/>
            <w:r w:rsidRPr="00060263">
              <w:rPr>
                <w:color w:val="000000"/>
                <w:sz w:val="16"/>
                <w:szCs w:val="16"/>
              </w:rPr>
              <w:t>such as memorizing key phrases, creating note cards, practicing with friends, etc.)</w:t>
            </w:r>
          </w:p>
          <w:p w14:paraId="01BF0F6F" w14:textId="77777777" w:rsidR="00C6549C" w:rsidRPr="00126709" w:rsidRDefault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C3A2" w14:textId="6AACC3AC" w:rsidR="00C6549C" w:rsidRPr="009D4B6F" w:rsidRDefault="00060263" w:rsidP="00060263">
            <w:pPr>
              <w:ind w:left="72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Monotype Sorts" w:hAnsi="Monotype Sorts" w:cs="Monotype Sorts"/>
                <w:sz w:val="16"/>
                <w:szCs w:val="20"/>
              </w:rPr>
              <w:t></w:t>
            </w:r>
            <w:r w:rsidR="00C6549C"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14:paraId="6CC0DB11" w14:textId="77777777" w:rsidR="00C6549C" w:rsidRPr="009D4B6F" w:rsidRDefault="00C6549C" w:rsidP="00C6549C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14:paraId="3DA11B61" w14:textId="77777777" w:rsidR="00C6549C" w:rsidRPr="009D4B6F" w:rsidRDefault="00C6549C" w:rsidP="00C6549C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14:paraId="68A429FC" w14:textId="00DB92C0" w:rsidR="00C6549C" w:rsidRPr="009D4B6F" w:rsidRDefault="00060263" w:rsidP="00060263">
            <w:pPr>
              <w:ind w:left="72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Monotype Sorts" w:hAnsi="Monotype Sorts" w:cs="Monotype Sorts"/>
                <w:sz w:val="16"/>
                <w:szCs w:val="20"/>
              </w:rPr>
              <w:t></w:t>
            </w:r>
            <w:r w:rsidR="00C6549C"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14:paraId="7CEB88E7" w14:textId="77777777" w:rsidR="00C6549C" w:rsidRPr="009D4B6F" w:rsidRDefault="00C6549C" w:rsidP="00C6549C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14:paraId="72EFF662" w14:textId="77777777" w:rsidR="00C6549C" w:rsidRPr="009D4B6F" w:rsidRDefault="00C6549C" w:rsidP="00C6549C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14:paraId="7ACC002A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2F411E" w14:textId="77777777" w:rsidR="00C6549C" w:rsidRPr="009D4B6F" w:rsidRDefault="00C6549C" w:rsidP="00C6549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14:paraId="52E21176" w14:textId="77777777" w:rsidR="00C6549C" w:rsidRDefault="00C6549C" w:rsidP="00C6549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14:paraId="45C4B58E" w14:textId="77777777" w:rsidR="00C6549C" w:rsidRPr="009D4B6F" w:rsidRDefault="00C6549C" w:rsidP="00C6549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310489FF" w14:textId="77777777" w:rsidR="00C6549C" w:rsidRDefault="009F7E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ISTE</w:t>
            </w:r>
          </w:p>
          <w:p w14:paraId="236619C0" w14:textId="75C64134" w:rsidR="009F7E7C" w:rsidRPr="009F7E7C" w:rsidRDefault="009F7E7C" w:rsidP="009F7E7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F7E7C">
              <w:rPr>
                <w:sz w:val="16"/>
                <w:szCs w:val="16"/>
              </w:rPr>
              <w:t xml:space="preserve">S2D Communication and </w:t>
            </w:r>
            <w:proofErr w:type="spellStart"/>
            <w:r w:rsidRPr="009F7E7C">
              <w:rPr>
                <w:sz w:val="16"/>
                <w:szCs w:val="16"/>
              </w:rPr>
              <w:t>Colloboration</w:t>
            </w:r>
            <w:proofErr w:type="spellEnd"/>
            <w:r w:rsidRPr="009F7E7C">
              <w:rPr>
                <w:color w:val="000000"/>
                <w:sz w:val="16"/>
                <w:szCs w:val="16"/>
              </w:rPr>
              <w:t xml:space="preserve"> Students use digital media and environments to communicate and work collaboratively, including at a distance,</w:t>
            </w:r>
          </w:p>
          <w:p w14:paraId="25EAE39D" w14:textId="77777777" w:rsidR="009F7E7C" w:rsidRDefault="009F7E7C" w:rsidP="009F7E7C">
            <w:pPr>
              <w:rPr>
                <w:color w:val="000000"/>
                <w:sz w:val="16"/>
                <w:szCs w:val="16"/>
              </w:rPr>
            </w:pPr>
            <w:proofErr w:type="gramStart"/>
            <w:r w:rsidRPr="009F7E7C">
              <w:rPr>
                <w:color w:val="000000"/>
                <w:sz w:val="16"/>
                <w:szCs w:val="16"/>
              </w:rPr>
              <w:t>to</w:t>
            </w:r>
            <w:proofErr w:type="gramEnd"/>
            <w:r w:rsidRPr="009F7E7C">
              <w:rPr>
                <w:color w:val="000000"/>
                <w:sz w:val="16"/>
                <w:szCs w:val="16"/>
              </w:rPr>
              <w:t xml:space="preserve"> support individual learning and contribute to the learning of others. Students: d. contribute to project teams to produce original works or solve problems</w:t>
            </w:r>
          </w:p>
          <w:p w14:paraId="7063F3EA" w14:textId="77777777" w:rsidR="009F7E7C" w:rsidRPr="009F7E7C" w:rsidRDefault="009F7E7C" w:rsidP="009F7E7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9F7E7C">
              <w:rPr>
                <w:color w:val="000000"/>
                <w:sz w:val="16"/>
                <w:szCs w:val="16"/>
              </w:rPr>
              <w:t>4.</w:t>
            </w:r>
            <w:r w:rsidRPr="009F7E7C">
              <w:rPr>
                <w:color w:val="000000"/>
                <w:sz w:val="16"/>
                <w:szCs w:val="16"/>
              </w:rPr>
              <w:tab/>
              <w:t>Critical Thinking, Problem Solving, and Decision Making</w:t>
            </w:r>
          </w:p>
          <w:p w14:paraId="2675F2B0" w14:textId="0584B8CD" w:rsidR="009F7E7C" w:rsidRPr="00126709" w:rsidRDefault="009F7E7C" w:rsidP="009F7E7C">
            <w:pPr>
              <w:rPr>
                <w:rFonts w:ascii="Arial" w:hAnsi="Arial" w:cs="Arial"/>
                <w:sz w:val="20"/>
                <w:szCs w:val="20"/>
              </w:rPr>
            </w:pPr>
            <w:r w:rsidRPr="009F7E7C">
              <w:rPr>
                <w:color w:val="000000"/>
                <w:sz w:val="16"/>
                <w:szCs w:val="16"/>
              </w:rPr>
              <w:t>Students use critical thinking skills to plan and conduct research, manage projects, solve problems, and make informed decisions using appropriate digital tools and resources. Students: b.</w:t>
            </w:r>
            <w:r w:rsidRPr="009F7E7C">
              <w:rPr>
                <w:color w:val="000000"/>
                <w:sz w:val="16"/>
                <w:szCs w:val="16"/>
              </w:rPr>
              <w:tab/>
              <w:t>plan and manage activities to develop a solution or complete a project</w:t>
            </w:r>
          </w:p>
        </w:tc>
      </w:tr>
    </w:tbl>
    <w:p w14:paraId="1A908FBB" w14:textId="162EBEDA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:rsidRPr="009C5B29" w14:paraId="08869669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E6CBBB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2293C2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B569C" w14:textId="77777777" w:rsidR="00C6549C" w:rsidRPr="009C5B29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C6549C" w14:paraId="25C1B349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E44F7D0" w14:textId="77777777" w:rsidR="00C6549C" w:rsidRPr="00126709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-Book Talk’s From Last semester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3ACD9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076AC2D9" w14:textId="77777777" w:rsidR="00C6549C" w:rsidRPr="00126709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-Book Talks for Tri 2</w:t>
            </w:r>
          </w:p>
        </w:tc>
      </w:tr>
    </w:tbl>
    <w:p w14:paraId="1307B0B1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7E8371EC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2407B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4081C8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F99FE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Research Based Instruction Strategies</w:t>
            </w:r>
          </w:p>
        </w:tc>
      </w:tr>
      <w:tr w:rsidR="00C6549C" w14:paraId="49EC8336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0777E79B" w14:textId="34439FF4" w:rsidR="00C6549C" w:rsidRDefault="00D734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-Students who have not used Voice thread and will need a separate mini-lesson and time to explore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-(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Perla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Jose, Sarah, Hannah, Cody, Aspen, Karina, Jeremiah</w:t>
            </w:r>
            <w:r w:rsidR="009551F0">
              <w:rPr>
                <w:rFonts w:ascii="Arial" w:hAnsi="Arial" w:cs="Arial"/>
                <w:sz w:val="20"/>
                <w:szCs w:val="20"/>
              </w:rPr>
              <w:t>, Judy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3B663F9" w14:textId="653A450D" w:rsidR="00D73444" w:rsidRPr="00126709" w:rsidRDefault="00D734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5F709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23864CD" w14:textId="77777777" w:rsidR="00C6549C" w:rsidRDefault="00226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Self-Evaluation</w:t>
            </w:r>
          </w:p>
          <w:p w14:paraId="531CDE66" w14:textId="133F05DF" w:rsidR="00226778" w:rsidRDefault="00226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Collaborative Scoring</w:t>
            </w:r>
          </w:p>
          <w:p w14:paraId="73D0E5F8" w14:textId="77777777" w:rsidR="00226778" w:rsidRDefault="00226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Rubrics</w:t>
            </w:r>
          </w:p>
          <w:p w14:paraId="30135082" w14:textId="77777777" w:rsidR="00226778" w:rsidRDefault="002267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Modeling</w:t>
            </w:r>
          </w:p>
          <w:p w14:paraId="7189A728" w14:textId="77777777" w:rsidR="00226778" w:rsidRDefault="0022677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6682FB38" w14:textId="77777777" w:rsidR="00226778" w:rsidRPr="00126709" w:rsidRDefault="002267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728FBA" w14:textId="48DEB0ED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37D423D4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095A1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793121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5EB1B4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C6549C" w14:paraId="50452592" w14:textId="77777777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606F42E5" w14:textId="639F144A" w:rsidR="00183F6A" w:rsidRDefault="00183F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computers</w:t>
            </w:r>
            <w:proofErr w:type="gramEnd"/>
          </w:p>
          <w:p w14:paraId="276644F4" w14:textId="1344AF1E" w:rsidR="00183F6A" w:rsidRDefault="00183F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="00D73444">
              <w:rPr>
                <w:rFonts w:ascii="Arial" w:hAnsi="Arial" w:cs="Arial"/>
                <w:sz w:val="20"/>
                <w:szCs w:val="20"/>
              </w:rPr>
              <w:t>disc</w:t>
            </w:r>
            <w:proofErr w:type="gramEnd"/>
            <w:r w:rsidR="00D73444">
              <w:rPr>
                <w:rFonts w:ascii="Arial" w:hAnsi="Arial" w:cs="Arial"/>
                <w:sz w:val="20"/>
                <w:szCs w:val="20"/>
              </w:rPr>
              <w:t xml:space="preserve"> from book fair</w:t>
            </w:r>
          </w:p>
          <w:p w14:paraId="7CD2E068" w14:textId="40F7E43A" w:rsidR="003E0D89" w:rsidRDefault="003E0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voice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thread account info</w:t>
            </w:r>
          </w:p>
          <w:p w14:paraId="196FFE7D" w14:textId="7F2E7029" w:rsidR="00D73444" w:rsidRPr="00126709" w:rsidRDefault="00D734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2BD93" w14:textId="77777777" w:rsidR="00C6549C" w:rsidRDefault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3391CE81" w14:textId="77777777" w:rsidR="00D73444" w:rsidRDefault="00D73444" w:rsidP="00D734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rubric</w:t>
            </w:r>
            <w:proofErr w:type="gramEnd"/>
          </w:p>
          <w:p w14:paraId="4AAFAB22" w14:textId="7BABFD35" w:rsidR="00C6549C" w:rsidRPr="00126709" w:rsidRDefault="00D73444" w:rsidP="00D734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students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will each need a self chosen book they would like to recommend to their peers</w:t>
            </w:r>
          </w:p>
        </w:tc>
      </w:tr>
    </w:tbl>
    <w:p w14:paraId="07BF334D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72E1F1EB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FBB9B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6D10B5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6E311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Goal Setting Strategies</w:t>
            </w:r>
          </w:p>
        </w:tc>
      </w:tr>
      <w:tr w:rsidR="00C6549C" w14:paraId="74B77CCD" w14:textId="77777777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610AB00B" w14:textId="012D15AE" w:rsidR="00C6549C" w:rsidRPr="00126709" w:rsidRDefault="00D73444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-Students will be able to asses their own book talk by grading their voice thread video and using the book talk rubric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07095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7BBBF51E" w14:textId="39A55627" w:rsidR="00C6549C" w:rsidRPr="00126709" w:rsidRDefault="00D73444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-Students will use their grade from Tri 1 to see where they need to make improvement for Tri 2</w:t>
            </w:r>
          </w:p>
        </w:tc>
      </w:tr>
    </w:tbl>
    <w:p w14:paraId="3E3BBCE2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p w14:paraId="14CA000C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p w14:paraId="24708CF3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p w14:paraId="0CDC0FC9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6EC2129E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564CC3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1 Interventions (Universal)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CBBE44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4F000F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Strategically Planned Questions</w:t>
            </w:r>
          </w:p>
        </w:tc>
      </w:tr>
      <w:tr w:rsidR="00C6549C" w14:paraId="0393442A" w14:textId="77777777">
        <w:trPr>
          <w:trHeight w:val="294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5A80145B" w14:textId="173BA7D2" w:rsidR="002E59DD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-Whole Group Instruction</w:t>
            </w:r>
          </w:p>
          <w:p w14:paraId="6F331F10" w14:textId="77777777" w:rsidR="002E59DD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-Rubric</w:t>
            </w:r>
          </w:p>
          <w:p w14:paraId="4C843877" w14:textId="0776FC82" w:rsidR="00515913" w:rsidRDefault="00515913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-Student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Colloborative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Scoring</w:t>
            </w:r>
          </w:p>
          <w:p w14:paraId="26512911" w14:textId="30CC7D40" w:rsidR="002E59DD" w:rsidRPr="00126709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139C9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08646B21" w14:textId="1F0D4D32" w:rsidR="003E0D89" w:rsidRDefault="003E0D89" w:rsidP="003E0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Why is it important to have an engaging presentation?</w:t>
            </w:r>
          </w:p>
          <w:p w14:paraId="0F6E8C69" w14:textId="77777777" w:rsidR="003E0D89" w:rsidRDefault="003E0D89" w:rsidP="003E0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Why is it important to have a voice level that everyone in the room can hear and understand you?</w:t>
            </w:r>
          </w:p>
          <w:p w14:paraId="61D381F6" w14:textId="0A2DAF42" w:rsidR="00561A80" w:rsidRDefault="00561A80" w:rsidP="003E0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Why is eye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contact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 important part of an oral presentation?</w:t>
            </w:r>
          </w:p>
          <w:p w14:paraId="4E3287DF" w14:textId="77777777" w:rsidR="00C6549C" w:rsidRPr="00126709" w:rsidRDefault="00C6549C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AAC40B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5D3C346B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2FAA19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2 Interventions (Targeted)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49D3B3B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5F81D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</w:tr>
      <w:tr w:rsidR="00C6549C" w14:paraId="666327F4" w14:textId="77777777">
        <w:trPr>
          <w:trHeight w:val="3203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3906FBDE" w14:textId="4C95524B" w:rsidR="00C6549C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Whole Group Instruction</w:t>
            </w:r>
          </w:p>
          <w:p w14:paraId="04585A85" w14:textId="77777777" w:rsidR="002E59DD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-Rubric</w:t>
            </w:r>
          </w:p>
          <w:p w14:paraId="69B3DC70" w14:textId="7AC1C171" w:rsidR="002E59DD" w:rsidRPr="002E59DD" w:rsidRDefault="002E59DD" w:rsidP="00515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15913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proofErr w:type="spellStart"/>
            <w:r w:rsidR="00515913">
              <w:rPr>
                <w:rFonts w:ascii="Arial" w:hAnsi="Arial" w:cs="Arial"/>
                <w:sz w:val="20"/>
                <w:szCs w:val="20"/>
              </w:rPr>
              <w:t>Colloborative</w:t>
            </w:r>
            <w:proofErr w:type="spellEnd"/>
            <w:r w:rsidR="00515913">
              <w:rPr>
                <w:rFonts w:ascii="Arial" w:hAnsi="Arial" w:cs="Arial"/>
                <w:sz w:val="20"/>
                <w:szCs w:val="20"/>
              </w:rPr>
              <w:t xml:space="preserve"> Scoring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CA049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5B70D8C7" w14:textId="16594DEB" w:rsidR="00C6549C" w:rsidRDefault="003E6585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-Voice Level</w:t>
            </w:r>
          </w:p>
          <w:p w14:paraId="7B0EE4E4" w14:textId="77777777" w:rsidR="003E6585" w:rsidRDefault="003E6585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-Eye Contact</w:t>
            </w:r>
          </w:p>
          <w:p w14:paraId="05700BB2" w14:textId="6CE7A89D" w:rsidR="003E6585" w:rsidRDefault="003E6585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2E59DD">
              <w:rPr>
                <w:rFonts w:ascii="Arial" w:hAnsi="Arial" w:cs="Arial"/>
                <w:sz w:val="20"/>
                <w:szCs w:val="20"/>
              </w:rPr>
              <w:t>Good Listener</w:t>
            </w:r>
          </w:p>
          <w:p w14:paraId="0E3C7FCE" w14:textId="77777777" w:rsidR="002E59DD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-Feedback</w:t>
            </w:r>
          </w:p>
          <w:p w14:paraId="41FFC38C" w14:textId="17DF5E05" w:rsidR="002E59DD" w:rsidRDefault="00561A80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-Entertaining/Engaging</w:t>
            </w:r>
          </w:p>
          <w:p w14:paraId="32060C49" w14:textId="77777777" w:rsidR="002E59DD" w:rsidRDefault="002E59DD" w:rsidP="00C654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DE410" w14:textId="77777777" w:rsidR="003E6585" w:rsidRPr="00126709" w:rsidRDefault="003E6585" w:rsidP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00BC4C" w14:textId="0BFDB72A" w:rsidR="00C6549C" w:rsidRDefault="00C6549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C6549C" w14:paraId="50469E41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45E5E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3 Interventions (Intensive)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E4FCD0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3880A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ELL Strategies</w:t>
            </w:r>
          </w:p>
        </w:tc>
      </w:tr>
      <w:tr w:rsidR="00C6549C" w14:paraId="3A448A0E" w14:textId="77777777">
        <w:trPr>
          <w:trHeight w:val="258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1C16BA8A" w14:textId="2FAABEBC" w:rsidR="00C6549C" w:rsidRDefault="00515913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-Whole Group Instruction</w:t>
            </w:r>
          </w:p>
          <w:p w14:paraId="7627116C" w14:textId="77777777" w:rsidR="00515913" w:rsidRDefault="00515913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-Rubric</w:t>
            </w:r>
          </w:p>
          <w:p w14:paraId="1102B371" w14:textId="4C95AC9F" w:rsidR="00515913" w:rsidRDefault="00515913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-Student Collaborative Scoring with teacher</w:t>
            </w:r>
          </w:p>
          <w:p w14:paraId="40320D6A" w14:textId="4463ED1E" w:rsidR="00515913" w:rsidRPr="00126709" w:rsidRDefault="00515913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-Voice Thread Mini lesson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96144" w14:textId="77777777" w:rsidR="00C6549C" w:rsidRDefault="00C6549C" w:rsidP="00C654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43554BAA" w14:textId="344EB224" w:rsidR="00C6549C" w:rsidRPr="00126709" w:rsidRDefault="00515913" w:rsidP="00C65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-Collaborative scoring</w:t>
            </w:r>
          </w:p>
        </w:tc>
      </w:tr>
    </w:tbl>
    <w:p w14:paraId="727117FF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</w:p>
    <w:p w14:paraId="77B27477" w14:textId="77777777" w:rsidR="00C6549C" w:rsidRDefault="00C6549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C6549C" w14:paraId="4B73D1AC" w14:textId="77777777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AE98D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4E847D" w14:textId="77777777" w:rsidR="00C6549C" w:rsidRDefault="00C6549C" w:rsidP="00C6549C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3D8713" w14:textId="77777777" w:rsidR="00C6549C" w:rsidRDefault="00C6549C" w:rsidP="00C6549C">
            <w:pPr>
              <w:pStyle w:val="Heading1"/>
            </w:pPr>
            <w:r>
              <w:t>Pacing</w:t>
            </w:r>
          </w:p>
        </w:tc>
      </w:tr>
      <w:tr w:rsidR="00C6549C" w14:paraId="739378C1" w14:textId="77777777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353F914C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62B5D3F8" w14:textId="77777777" w:rsidR="00C6549C" w:rsidRDefault="009801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-Watch video</w:t>
            </w:r>
            <w:r w:rsidR="00EE3060">
              <w:rPr>
                <w:rFonts w:ascii="Arial" w:hAnsi="Arial" w:cs="Arial"/>
                <w:sz w:val="20"/>
                <w:szCs w:val="20"/>
              </w:rPr>
              <w:t xml:space="preserve"> of Ally Carter’s book talk of </w:t>
            </w:r>
            <w:r w:rsidR="00EE3060" w:rsidRPr="00EE3060">
              <w:rPr>
                <w:rFonts w:ascii="Arial" w:hAnsi="Arial" w:cs="Arial"/>
                <w:i/>
                <w:sz w:val="20"/>
                <w:szCs w:val="20"/>
              </w:rPr>
              <w:t>I’d tell you I’d Love You</w:t>
            </w:r>
            <w:r w:rsidR="00EE3060">
              <w:rPr>
                <w:rFonts w:ascii="Arial" w:hAnsi="Arial" w:cs="Arial"/>
                <w:i/>
                <w:sz w:val="20"/>
                <w:szCs w:val="20"/>
              </w:rPr>
              <w:t>, but then I’d have to Kill You</w:t>
            </w:r>
            <w:r w:rsidR="00EE3060">
              <w:rPr>
                <w:rFonts w:ascii="Arial" w:hAnsi="Arial" w:cs="Arial"/>
                <w:sz w:val="20"/>
                <w:szCs w:val="20"/>
              </w:rPr>
              <w:t xml:space="preserve"> from the Scholastic Videos that come with the Scholastic Book Fair</w:t>
            </w:r>
          </w:p>
          <w:p w14:paraId="7491B63E" w14:textId="77777777" w:rsidR="00EE3060" w:rsidRPr="00EE3060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-Discuss Why or Why not you are motivated to check the book out and why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50970F9" w14:textId="77777777" w:rsidR="00C6549C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-Video is 2 min 30 sec</w:t>
            </w:r>
          </w:p>
          <w:p w14:paraId="263FAB18" w14:textId="77777777" w:rsidR="00EE3060" w:rsidRPr="00DF4324" w:rsidRDefault="00EE30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49C" w14:paraId="4F6AF274" w14:textId="77777777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7B8C776D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56CE7F6A" w14:textId="77777777" w:rsidR="00C6549C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-Review What is a Book Talk?</w:t>
            </w:r>
          </w:p>
          <w:p w14:paraId="4AFAF839" w14:textId="77777777" w:rsidR="00EE3060" w:rsidRPr="00DF4324" w:rsidRDefault="00EE30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9118012" w14:textId="77777777" w:rsidR="00C6549C" w:rsidRPr="00DF4324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One</w:t>
            </w:r>
          </w:p>
        </w:tc>
      </w:tr>
      <w:tr w:rsidR="00C6549C" w14:paraId="2CDA68F8" w14:textId="77777777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4E423A8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4F38C3DD" w14:textId="77777777" w:rsidR="00010C44" w:rsidRDefault="00010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2002B">
              <w:rPr>
                <w:rFonts w:ascii="Arial" w:hAnsi="Arial" w:cs="Arial"/>
                <w:sz w:val="20"/>
                <w:szCs w:val="20"/>
              </w:rPr>
              <w:t xml:space="preserve">We will discuss </w:t>
            </w:r>
            <w:r w:rsidR="00615B41">
              <w:rPr>
                <w:rFonts w:ascii="Arial" w:hAnsi="Arial" w:cs="Arial"/>
                <w:sz w:val="20"/>
                <w:szCs w:val="20"/>
              </w:rPr>
              <w:t>the qualitie</w:t>
            </w:r>
            <w:r>
              <w:rPr>
                <w:rFonts w:ascii="Arial" w:hAnsi="Arial" w:cs="Arial"/>
                <w:sz w:val="20"/>
                <w:szCs w:val="20"/>
              </w:rPr>
              <w:t>s of a good oral presentation focusing on voice level and eye contact</w:t>
            </w:r>
          </w:p>
          <w:p w14:paraId="4FBEDB56" w14:textId="77777777" w:rsidR="00AC3CDA" w:rsidRDefault="00010C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-We will look at the oral presentation parts of the </w:t>
            </w:r>
            <w:r w:rsidR="00AC3CDA">
              <w:rPr>
                <w:rFonts w:ascii="Arial" w:hAnsi="Arial" w:cs="Arial"/>
                <w:sz w:val="20"/>
                <w:szCs w:val="20"/>
              </w:rPr>
              <w:t>book talk rubric</w:t>
            </w:r>
          </w:p>
          <w:p w14:paraId="67F15B37" w14:textId="77777777" w:rsidR="00AC3CDA" w:rsidRDefault="00AC3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-We will discuss the pitfalls of last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tri’s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booktalk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discuss how we can fix those problems</w:t>
            </w:r>
          </w:p>
          <w:p w14:paraId="3145392E" w14:textId="77777777" w:rsidR="00C6549C" w:rsidRPr="00DF4324" w:rsidRDefault="00AC3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-Create a list of feedback to give to peers who are having those problems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7AF5847" w14:textId="77777777" w:rsidR="00C6549C" w:rsidRPr="00DF4324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One</w:t>
            </w:r>
          </w:p>
        </w:tc>
      </w:tr>
      <w:tr w:rsidR="00C6549C" w14:paraId="47DB66C6" w14:textId="77777777">
        <w:trPr>
          <w:trHeight w:val="192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1F9CF61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77959B8B" w14:textId="77777777" w:rsidR="00AC3CDA" w:rsidRDefault="00AC3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-We will watch a voice thread of Mrs. Thomason presenting a book talk on the first Artemis Fowl novel</w:t>
            </w:r>
          </w:p>
          <w:p w14:paraId="417D257F" w14:textId="77777777" w:rsidR="00AC3CDA" w:rsidRDefault="00AC3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-With your shoulder partner discuss how you would score Mrs. Thomason using the book talk rubric</w:t>
            </w:r>
          </w:p>
          <w:p w14:paraId="791458AB" w14:textId="77777777" w:rsidR="00AC3CDA" w:rsidRDefault="00AC3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-With your table groups compare your scores and discuss and make changes to your scores</w:t>
            </w:r>
          </w:p>
          <w:p w14:paraId="1C9A88AA" w14:textId="77777777" w:rsidR="00934B30" w:rsidRDefault="00AC3C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="00934B30">
              <w:rPr>
                <w:rFonts w:ascii="Arial" w:hAnsi="Arial" w:cs="Arial"/>
                <w:sz w:val="20"/>
                <w:szCs w:val="20"/>
              </w:rPr>
              <w:t>write</w:t>
            </w:r>
            <w:proofErr w:type="gramEnd"/>
            <w:r w:rsidR="00934B30">
              <w:rPr>
                <w:rFonts w:ascii="Arial" w:hAnsi="Arial" w:cs="Arial"/>
                <w:sz w:val="20"/>
                <w:szCs w:val="20"/>
              </w:rPr>
              <w:t xml:space="preserve"> feedback to Mrs. Thomason on how she can improve her book talk</w:t>
            </w:r>
          </w:p>
          <w:p w14:paraId="6F79B500" w14:textId="77777777" w:rsidR="00C6549C" w:rsidRPr="00DF4324" w:rsidRDefault="00934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share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out as a class and compare feedback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B21B9A3" w14:textId="77777777" w:rsidR="00C6549C" w:rsidRPr="00DF4324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One</w:t>
            </w:r>
          </w:p>
        </w:tc>
      </w:tr>
      <w:tr w:rsidR="00C6549C" w14:paraId="20B9DC9D" w14:textId="77777777">
        <w:trPr>
          <w:trHeight w:val="1853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47029B7C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4A13D0EB" w14:textId="77777777" w:rsidR="00C6549C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-Rubric</w:t>
            </w:r>
          </w:p>
          <w:p w14:paraId="75429E49" w14:textId="77777777" w:rsidR="00EE3060" w:rsidRPr="00DF4324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-Oral Discussion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7BF4B56" w14:textId="77777777" w:rsidR="00C6549C" w:rsidRPr="00DF4324" w:rsidRDefault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49C" w14:paraId="53A66B42" w14:textId="77777777">
        <w:trPr>
          <w:trHeight w:val="233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1551399F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681C4048" w14:textId="77777777" w:rsidR="00934B30" w:rsidRDefault="00934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present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your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booktalk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on voice thread</w:t>
            </w:r>
          </w:p>
          <w:p w14:paraId="1EDAFADA" w14:textId="77777777" w:rsidR="00934B30" w:rsidRDefault="00934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watch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your own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booktalk</w:t>
            </w:r>
            <w:proofErr w:type="spellEnd"/>
          </w:p>
          <w:p w14:paraId="51D637DD" w14:textId="77777777" w:rsidR="00934B30" w:rsidRDefault="00934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score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yourself using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booktalk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rubric</w:t>
            </w:r>
          </w:p>
          <w:p w14:paraId="2229FBBE" w14:textId="77777777" w:rsidR="00934B30" w:rsidRDefault="00934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answer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 self reflection questions</w:t>
            </w:r>
          </w:p>
          <w:p w14:paraId="3FAB756D" w14:textId="77777777" w:rsidR="00934B30" w:rsidRDefault="00934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pick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one person in class to share your voice thread with </w:t>
            </w:r>
          </w:p>
          <w:p w14:paraId="2FC4A26D" w14:textId="77777777" w:rsidR="00C6549C" w:rsidRPr="00DF4324" w:rsidRDefault="00934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598028C" w14:textId="77777777" w:rsidR="00C6549C" w:rsidRPr="00DF4324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2</w:t>
            </w:r>
          </w:p>
        </w:tc>
      </w:tr>
      <w:tr w:rsidR="00C6549C" w14:paraId="08B06A2C" w14:textId="77777777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26D97DF" w14:textId="77777777" w:rsidR="00C6549C" w:rsidRDefault="00C6549C" w:rsidP="00C6549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31681822" w14:textId="77777777" w:rsidR="0098013C" w:rsidRDefault="009801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Why is it important to have an engaging presentation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?</w:t>
            </w:r>
            <w:r w:rsidR="00934B30">
              <w:rPr>
                <w:rFonts w:ascii="Arial" w:hAnsi="Arial" w:cs="Arial"/>
                <w:sz w:val="20"/>
                <w:szCs w:val="20"/>
              </w:rPr>
              <w:t>-</w:t>
            </w:r>
            <w:proofErr w:type="gramEnd"/>
          </w:p>
          <w:p w14:paraId="0172AD31" w14:textId="77777777" w:rsidR="00C35239" w:rsidRDefault="00934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</w:t>
            </w:r>
            <w:r w:rsidR="00C35239">
              <w:rPr>
                <w:rFonts w:ascii="Arial" w:hAnsi="Arial" w:cs="Arial"/>
                <w:sz w:val="20"/>
                <w:szCs w:val="20"/>
              </w:rPr>
              <w:t>y is it important to have a voice level that everyone in the room can hear and understand you?</w:t>
            </w:r>
          </w:p>
          <w:p w14:paraId="276AE64D" w14:textId="77777777" w:rsidR="00C6549C" w:rsidRPr="00DF4324" w:rsidRDefault="00C654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B11E5F9" w14:textId="77777777" w:rsidR="00C6549C" w:rsidRPr="00DF4324" w:rsidRDefault="00EE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2</w:t>
            </w:r>
          </w:p>
        </w:tc>
      </w:tr>
    </w:tbl>
    <w:p w14:paraId="72E5DA92" w14:textId="77777777" w:rsidR="00C6549C" w:rsidRDefault="00C6549C" w:rsidP="00C6549C"/>
    <w:sectPr w:rsidR="00C6549C" w:rsidSect="00C6549C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FC1E7" w14:textId="77777777" w:rsidR="009F7E7C" w:rsidRDefault="009F7E7C">
      <w:r>
        <w:separator/>
      </w:r>
    </w:p>
  </w:endnote>
  <w:endnote w:type="continuationSeparator" w:id="0">
    <w:p w14:paraId="3648EB91" w14:textId="77777777" w:rsidR="009F7E7C" w:rsidRDefault="009F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4F033" w14:textId="77777777" w:rsidR="009F7E7C" w:rsidRDefault="009F7E7C" w:rsidP="00C6549C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226778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E2256" w14:textId="77777777" w:rsidR="009F7E7C" w:rsidRDefault="009F7E7C">
      <w:r>
        <w:separator/>
      </w:r>
    </w:p>
  </w:footnote>
  <w:footnote w:type="continuationSeparator" w:id="0">
    <w:p w14:paraId="0AAC49F9" w14:textId="77777777" w:rsidR="009F7E7C" w:rsidRDefault="009F7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C"/>
    <w:rsid w:val="00010C44"/>
    <w:rsid w:val="00060263"/>
    <w:rsid w:val="001074B7"/>
    <w:rsid w:val="00183F6A"/>
    <w:rsid w:val="00226778"/>
    <w:rsid w:val="002E59DD"/>
    <w:rsid w:val="003862BB"/>
    <w:rsid w:val="003E0D89"/>
    <w:rsid w:val="003E6585"/>
    <w:rsid w:val="0043441F"/>
    <w:rsid w:val="00502D70"/>
    <w:rsid w:val="00515913"/>
    <w:rsid w:val="00561A80"/>
    <w:rsid w:val="00615B41"/>
    <w:rsid w:val="0072002B"/>
    <w:rsid w:val="00934B30"/>
    <w:rsid w:val="0094258D"/>
    <w:rsid w:val="00954D17"/>
    <w:rsid w:val="009551F0"/>
    <w:rsid w:val="009578E8"/>
    <w:rsid w:val="0098013C"/>
    <w:rsid w:val="009F7E7C"/>
    <w:rsid w:val="00AC3CDA"/>
    <w:rsid w:val="00C35239"/>
    <w:rsid w:val="00C6549C"/>
    <w:rsid w:val="00D73444"/>
    <w:rsid w:val="00E42CCB"/>
    <w:rsid w:val="00E81212"/>
    <w:rsid w:val="00EE3060"/>
    <w:rsid w:val="00F36313"/>
    <w:rsid w:val="00FB07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64F567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602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602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602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602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3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tiffany:Desktop: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Template.dotx</Template>
  <TotalTime>38</TotalTime>
  <Pages>3</Pages>
  <Words>804</Words>
  <Characters>4588</Characters>
  <Application>Microsoft Macintosh Word</Application>
  <DocSecurity>0</DocSecurity>
  <Lines>38</Lines>
  <Paragraphs>10</Paragraphs>
  <ScaleCrop>false</ScaleCrop>
  <Company>ECSD</Company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ECSD ECSD</dc:creator>
  <cp:keywords>Lesson Plan</cp:keywords>
  <dc:description/>
  <cp:lastModifiedBy>ECSD ECSD</cp:lastModifiedBy>
  <cp:revision>13</cp:revision>
  <cp:lastPrinted>2010-11-15T18:19:00Z</cp:lastPrinted>
  <dcterms:created xsi:type="dcterms:W3CDTF">2011-06-01T21:28:00Z</dcterms:created>
  <dcterms:modified xsi:type="dcterms:W3CDTF">2011-06-02T20:35:00Z</dcterms:modified>
  <cp:category>Lesson Plan</cp:category>
</cp:coreProperties>
</file>